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38FA7" w14:textId="77777777" w:rsidR="00D258DA" w:rsidRPr="00D258DA" w:rsidRDefault="00D258DA" w:rsidP="00D258D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258D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SARS-CoV-2/human/USA/NC-CDC-ASC210632282/2021, complete genome</w:t>
      </w:r>
    </w:p>
    <w:p w14:paraId="2E5AC32D" w14:textId="77777777" w:rsidR="00D258DA" w:rsidRPr="00D258DA" w:rsidRDefault="00D258DA" w:rsidP="00D258D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t>GenBank: OM116588.1</w:t>
      </w:r>
    </w:p>
    <w:p w14:paraId="6AFE5017" w14:textId="77777777" w:rsidR="00D258DA" w:rsidRPr="00D258DA" w:rsidRDefault="00D258DA" w:rsidP="00D258D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"https://www.ncbi.nlm.nih.gov/nuccore/OM116588.1?report=fasta" </w:instrText>
      </w: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58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"https://www.ncbi.nlm.nih.gov/nuccore/OM116588.1?report=graph" </w:instrText>
      </w: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58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16588.1"/>
    <w:bookmarkEnd w:id="1"/>
    <w:p w14:paraId="39536BC8" w14:textId="77777777" w:rsidR="00D258DA" w:rsidRPr="00D258DA" w:rsidRDefault="00D258DA" w:rsidP="00D258D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"https://www.ncbi.nlm.nih.gov/nuccore/OM116588.1" \l "goto2172435893_0" </w:instrText>
      </w: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58D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258D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05AA10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LOCUS       OM116588               29792 bp    RNA     linear   VRL 04-JAN-2022</w:t>
      </w:r>
    </w:p>
    <w:p w14:paraId="3FDFC34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652ACA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SARS-CoV-2/human/USA/NC-CDC-ASC210632282/2021, complete genome.</w:t>
      </w:r>
    </w:p>
    <w:p w14:paraId="2CB5FE7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ACCESSION   OM116588</w:t>
      </w:r>
    </w:p>
    <w:p w14:paraId="5CF03B3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VERSION     OM116588.1</w:t>
      </w:r>
    </w:p>
    <w:p w14:paraId="071C0C2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0B6BA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"https://www.ncbi.nlm.nih.gov/biosample/SAMN24601873"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SAMN24601873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32E52B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32911C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99BAF1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993E9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6028E3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B1643F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03979B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67FE993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D4A023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B42F8C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34DCD9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AD6078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FEAC94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D38E53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ABF286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27DF02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4471ED5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1ABFEA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E54F56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C584F9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2F2D49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8D1575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210022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B2EE3A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00DFC5D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3B5E36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3E1005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16588.1"/>
      <w:bookmarkEnd w:id="2"/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9D7EC5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2B9324D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6F9B3C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472F1C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16588.1"/>
      <w:bookmarkEnd w:id="3"/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8B204E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6073195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A9EF49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F1A3F9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D064B9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/isolate="SARS-CoV-2/human/USA/NC-CDC-ASC210632282/2021"</w:t>
      </w:r>
    </w:p>
    <w:p w14:paraId="658DA6B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6414DF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258B8E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BA23E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300102C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31D56C3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"https://www.ncbi.nlm.nih.gov/nuccore/OM116588.1?from=241&amp;to=21518"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3A5F3A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0BD1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"https://www.ncbi.nlm.nih.gov/nuccore/OM116588.1?location=241:13431,13431:21518"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15E3AF8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D22F5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C6F70F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4D11A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9AA819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"https://www.ncbi.nlm.nih.gov/protein/2172435894"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UHZ02322.1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3B575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892E01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5AB249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1A6F5E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D34FC0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4B5999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5D147A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8B60AA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C2E19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541CB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2DD81C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6C9649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725143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485DC5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E621B2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4B9113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D7627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3E890F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C0E66F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F90E8A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539F6C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BBC2AC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C1AD8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D2B8F9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B2FF1B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957CD5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86E869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32DF07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470275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DA1B0A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F021F0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F6C2F4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45E55F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214ADC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E5BD5A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421500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D06D71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A770F1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48B790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5AE722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05F45D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207685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13A37D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17CBC0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945FD4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D11A6F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93F315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854A7C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2B4661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DBD451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10F664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6D4A2F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67CB56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947D17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33B79A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BB7CB9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509853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9478B0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8AD90C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597876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131FF8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6242BE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4B59C5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63C1B8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AFA284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9E6D6E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7CFF40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FD07CC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C50349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BFE4B3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59845F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DC0C53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75A701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38B53D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31D048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B436E3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4E7C5D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A9CB63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9080C2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4C708F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2B09D1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C864FC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7AF140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2A12E9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C85E21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740BC1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97CC6C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2E3776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B683E1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92422B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A53F52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1F1E2D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79838F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5CEDE2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C2D90B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B16147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91D3FC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2238D1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8E81A6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B4A791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3159D0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F35549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5BFA9F8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8C7289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B6C9F7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12F639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20B6D6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B708C9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7CF437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55C23B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AD3FEF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1EA67B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8997A3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2F3A78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86E4A9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A317D2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79BB86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BFF3DA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9EE47B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5428CA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51AB39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C68884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141500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1A811E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"https://www.ncbi.nlm.nih.gov/protein/UHZ02322.1?from=1&amp;to=180"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7C2CFF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B0E78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8AE499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"https://www.ncbi.nlm.nih.gov/protein/UHZ02322.1?from=181&amp;to=818"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149AD6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8EEF5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0808DA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"https://www.ncbi.nlm.nih.gov/protein/UHZ02322.1?from=819&amp;to=2762"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EC84B7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02F1D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D056D8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"https://www.ncbi.nlm.nih.gov/protein/UHZ02322.1?from=2763&amp;to=3262"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447770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E678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C6053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"https://www.ncbi.nlm.nih.gov/protein/UHZ02322.1?from=3263&amp;to=3568"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4C3467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73B04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3F6F1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"https://www.ncbi.nlm.nih.gov/protein/UHZ02322.1?from=3569&amp;to=3855"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B95752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BC7B6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CD6688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"https://www.ncbi.nlm.nih.gov/protein/UHZ02322.1?from=3856&amp;to=3938"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87585B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96D86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8F8BFF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"https://www.ncbi.nlm.nih.gov/protein/UHZ02322.1?from=3939&amp;to=4136"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9E9F4D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62FB8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593E7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"https://www.ncbi.nlm.nih.gov/protein/UHZ02322.1?from=4137&amp;to=4249"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1BD564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A4E5B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C0CC51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"https://www.ncbi.nlm.nih.gov/protein/UHZ02322.1?from=4250&amp;to=4388"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0F0EA2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52BC5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114DD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"https://www.ncbi.nlm.nih.gov/protein/UHZ02322.1?from=4389&amp;to=5320"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0CE34BC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DFE18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5DA9FC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"https://www.ncbi.nlm.nih.gov/protein/UHZ02322.1?from=5321&amp;to=5921"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F314D1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67DF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3FB18B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"https://www.ncbi.nlm.nih.gov/protein/UHZ02322.1?from=5922&amp;to=6448"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42EFEFD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19A6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91DF05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"https://www.ncbi.nlm.nih.gov/protein/UHZ02322.1?from=6449&amp;to=6794"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C9ACC1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38F6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CF22DF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"https://www.ncbi.nlm.nih.gov/protein/UHZ02322.1?from=6795&amp;to=7092"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61DAA08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4CD9D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E4E10E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"https://www.ncbi.nlm.nih.gov/nuccore/OM116588.1?from=241&amp;to=13446"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3EB5B2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152DC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8AFF9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97D2AA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"https://www.ncbi.nlm.nih.gov/protein/2172435895"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UHZ02323.1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DB770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733B1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EAF980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16778B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98EE53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9FC359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B9FB33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8AA75D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E78339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600A6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37B4C5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C2C46F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9AAAB9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385E5D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CE8FF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974E48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4709A1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ED425E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BBF7FB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C9447B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F8FC0A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8DD73E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2B3F3C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C9B0B9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31900A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13A816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C83F12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CC7A56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22709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E46EFF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2714BD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F7696B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38206F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E51E2A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671385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08A943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F6476B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C2C276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4F13BB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58CC16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3E3A7A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FA30CA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D2946D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38FC72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DD6FDB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BD0A00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D976BF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51559D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F23692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C86399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45D0F4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1200F6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5FCB35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A7A172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8D64D9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06A81D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10366C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A8B969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81C3F8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EBEB5E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55522C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E25020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CCC253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EBD1BF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7E733F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C1650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54D45E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080C8D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7A623A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BB3341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4E2D99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DC2FB6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C3488E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675970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82FEAD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15036C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D517A5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9CFD2A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"https://www.ncbi.nlm.nih.gov/protein/UHZ02323.1?from=1&amp;to=180"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4D0E45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607F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9FBBD7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"https://www.ncbi.nlm.nih.gov/protein/UHZ02323.1?from=181&amp;to=818"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99F221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EBB33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547C75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"https://www.ncbi.nlm.nih.gov/protein/UHZ02323.1?from=819&amp;to=2762"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DB6ED1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B30DD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9277DB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"https://www.ncbi.nlm.nih.gov/protein/UHZ02323.1?from=2763&amp;to=3262"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B0F030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37E0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D35C62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"https://www.ncbi.nlm.nih.gov/protein/UHZ02323.1?from=3263&amp;to=3568"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2FEAAB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725E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4A54A4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"https://www.ncbi.nlm.nih.gov/protein/UHZ02323.1?from=3569&amp;to=3855"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141F9DA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F0B07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BADBA8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"https://www.ncbi.nlm.nih.gov/protein/UHZ02323.1?from=3856&amp;to=3938"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2DA11A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2E4257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57EDC8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"https://www.ncbi.nlm.nih.gov/protein/UHZ02323.1?from=3939&amp;to=4136"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EDE7EF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B9500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83FD9E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"https://www.ncbi.nlm.nih.gov/protein/UHZ02323.1?from=4137&amp;to=4249"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497906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8C2B5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D688E7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"https://www.ncbi.nlm.nih.gov/protein/UHZ02323.1?from=4250&amp;to=4388"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F2E327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3B54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85E7D2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"https://www.ncbi.nlm.nih.gov/protein/UHZ02323.1?from=4389&amp;to=4401"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BF2F2A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44CE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7164DE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"https://www.ncbi.nlm.nih.gov/nuccore/OM116588.1?from=13439&amp;to=13466"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4DB640B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DCE0F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BAEC6E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B10A89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"https://www.ncbi.nlm.nih.gov/nuccore/OM116588.1?from=13451&amp;to=13505"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91F7BB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D93E5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39985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0967B2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"https://www.ncbi.nlm.nih.gov/nuccore/OM116588.1?from=21526&amp;to=25338"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07FE70F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73F79C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"https://www.ncbi.nlm.nih.gov/nuccore/OM116588.1?from=21526&amp;to=25338"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692EE7C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77DE6F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12D51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184DB9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"https://www.ncbi.nlm.nih.gov/protein/2172435896"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UHZ02324.1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EA329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3A282F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C86667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B14CAF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7BA3F2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F16104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C7ACAA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DBD739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YADSFVIRGDEVRQIAPGQTGNIADYNYKLPDDFTGCVIAWNSNKLDSKVGGNYNYLY</w:t>
      </w:r>
    </w:p>
    <w:p w14:paraId="0808123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8AEAD5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03C4CF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460F38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66B2F1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F9CC1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21830B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5113DC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17B298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CF5B32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8E7C4F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E7B908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564FE6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E80DAC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056264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407B37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"https://www.ncbi.nlm.nih.gov/nuccore/OM116588.1?from=25347&amp;to=26174"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767D644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37CD58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"https://www.ncbi.nlm.nih.gov/nuccore/OM116588.1?from=25347&amp;to=26174"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7187EE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1C8214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B0983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2CBB16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"https://www.ncbi.nlm.nih.gov/protein/2172435897"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UHZ02325.1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624E5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564D5E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86EA50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7BEF56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3D88EA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5E4DB8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"https://www.ncbi.nlm.nih.gov/nuccore/OM116588.1?from=26199&amp;to=26426"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7C7B66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3AE0CE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"https://www.ncbi.nlm.nih.gov/nuccore/OM116588.1?from=26199&amp;to=26426"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732A2B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C98E5F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BA803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DD53E6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"https://www.ncbi.nlm.nih.gov/protein/2172435898"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UHZ02326.1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C8DF3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D29533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56980C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"https://www.ncbi.nlm.nih.gov/nuccore/OM116588.1?from=26477&amp;to=27145"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B7F180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5C8CEE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"https://www.ncbi.nlm.nih.gov/nuccore/OM116588.1?from=26477&amp;to=27145"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43B66D6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88EE69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30620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42E85F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"https://www.ncbi.nlm.nih.gov/protein/2172435899"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UHZ02327.1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D5DDC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2AAB41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9CD015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58BA79D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04E22A1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73768D0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"https://www.ncbi.nlm.nih.gov/nuccore/OM116588.1?from=27156&amp;to=27341"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60D0E0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DDEE25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"https://www.ncbi.nlm.nih.gov/nuccore/OM116588.1?from=27156&amp;to=27341"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A9E740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BD7235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747E4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B1E2FC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"https://www.ncbi.nlm.nih.gov/protein/2172435900"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UHZ02328.1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1CD7E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D93087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CB79CE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"https://www.ncbi.nlm.nih.gov/nuccore/OM116588.1?from=27348&amp;to=27713"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5B0A6F0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A52532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"https://www.ncbi.nlm.nih.gov/nuccore/OM116588.1?from=27348&amp;to=27713"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034D09C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D7D3F3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EEB04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7ED13A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"https://www.ncbi.nlm.nih.gov/protein/2172435901"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UHZ02329.1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176CD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6B7746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6F8AC3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CF49BC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"https://www.ncbi.nlm.nih.gov/nuccore/OM116588.1?from=27710&amp;to=27841"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4F09895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BE6E3A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"https://www.ncbi.nlm.nih.gov/nuccore/OM116588.1?from=27710&amp;to=27841"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23B7C8E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A3BE0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BD160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1024F4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"https://www.ncbi.nlm.nih.gov/protein/2172435902"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UHZ02330.1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A816A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B79156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"https://www.ncbi.nlm.nih.gov/nuccore/OM116588.1?from=27848&amp;to=28213"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0F36CE0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48A086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"https://www.ncbi.nlm.nih.gov/nuccore/OM116588.1?from=27848&amp;to=28213"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7E7143E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A47427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CCF28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381A44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"https://www.ncbi.nlm.nih.gov/protein/2172435903"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UHZ02331.1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86F88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7F82AC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68D094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BAAAAF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"https://www.ncbi.nlm.nih.gov/nuccore/OM116588.1?from=28228&amp;to=29478"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4D6E617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E9EA70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"https://www.ncbi.nlm.nih.gov/nuccore/OM116588.1?from=28228&amp;to=29478"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477A1D8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2CC363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F4891D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E10490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"https://www.ncbi.nlm.nih.gov/protein/2172435904"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UHZ02332.1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CECD3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5A4777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1874BE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E77773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8256FD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F3F81E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267B17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F0F282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384FE0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"https://www.ncbi.nlm.nih.gov/nuccore/OM116588.1?from=29503&amp;to=29619"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3011DE1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81A46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"https://www.ncbi.nlm.nih.gov/nuccore/OM116588.1?from=29503&amp;to=29619"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608D801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7745A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B6D41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9F3E68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"https://www.ncbi.nlm.nih.gov/protein/2172435905"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UHZ02333.1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DE9C6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3232EC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"https://www.ncbi.nlm.nih.gov/nuccore/OM116588.1?from=29554&amp;to=29589"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57C7535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4D483B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7CE319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"https://www.ncbi.nlm.nih.gov/nuccore/OM116588.1?from=29574&amp;to=29602"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7C5232F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7A334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30D127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"https://www.ncbi.nlm.nih.gov/nuccore/OM116588.1?from=29673&amp;to=29713" </w:instrTex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8D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278A2E9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B29CB5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D69D45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16588.1"/>
      <w:bookmarkEnd w:id="4"/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00304D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EDE592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330F9A0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8946BB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0F5F4C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6BD065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3CA9BF9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5727678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DBBB34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4D9BA0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FC3905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3C84361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71CC37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5845AC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19BE30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74626A9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EA0599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89A6A0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06E3270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535C004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0B8325A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148D95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2C72F6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E7371B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3DDE62C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77F67D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DBEB7B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689B75F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F09A0A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F6526A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6886B1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A80774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D6D455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40A3DA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7EBECB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60E5C38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698C27E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0E4AD4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FD8522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8D3DE4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03035AA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2B8B09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25BBCD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467899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3168D2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3329B9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788AC9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1517BB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E04D09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09C1E20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E0A0BD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127503A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E19AC9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9FE893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4E3394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C19566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31364D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A1035E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AF1397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03371DF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7485775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F40A3B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2DD69E1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D7BD20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235A2E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4EB62BA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DB5ECC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748735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17DB88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F1D10C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9194DD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ACB916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E96495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688E43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CA8598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17EEBA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D224EB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8318F8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05CF75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98A1D8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29B71C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067A4F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32FBBB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0941599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B169DF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DB6073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B3F623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79A8537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995E00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5BF6AF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B7869F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058509F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BDBD9E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1C42CA2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952419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73AA13C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EC539F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4F4DAAF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1A5D28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018B43D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6B74AA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50B6D80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18B870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0C7C74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7B3496F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2B8FF64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CE770A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5D8E03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4C1DED3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321B43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2F0B710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64FC0B9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34553E8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54B998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04CBE0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B222BE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08FAA98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345ED1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CA577C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72F0E0C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1DEB802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EA0B7A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6B361A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4AB7378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71DA6F1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63E59E6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7AFA9A6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B032C9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3D2E41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C851F9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A19F0D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003A6F0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CC16AF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330FA9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0909726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A77B31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D1D5A1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A1748B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A4CFB8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65A579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2DF04C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0C67C9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29A5845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DD2EA4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2F7181A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086B1F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A6523B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5183A6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D84BB1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0809192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6016937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5D23C26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FE4B2A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3A7232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DFBC77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3F1FDA3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403AD5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5C1D233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4DCDB8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07DFC9F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2F544B2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FD4982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9DEAAE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E4E138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44F750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748C79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2E1CA04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B3D89C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22DB63C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5904E0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C0EDA0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0CF3D2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96A99C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99A242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969249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1ACF32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22F8A0D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373E4B9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BE7B02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325CE9F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189361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7ED36D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625DED8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486E7E5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1F23DE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53CABE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39B2AC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42C53C8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3AF18C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F55493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5E6265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95A626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1B7EC29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68FD0B2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4EA0C1C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836285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0B6448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0B70E93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5AF662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34EDCB9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1A8444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4F4F811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818963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24798A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FB8A60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9C6F09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4009206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92D152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1191CED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1B9CFA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05EF0B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054549D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E2D865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3882A1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9C2ECA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25FD7CA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8A44FD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2989D6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3DBB3F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E93D70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8AC3E1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02D7EF4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1040DC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0390621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5510911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79B96D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6F6B4B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6180693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165213F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5D3C2A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7DFE3D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334F1D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12EC88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4ACFD3C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21FD943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82B46D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F4A5A0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726DE01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C3BC39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BCBC99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74011C7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9AECC9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71EA928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F04BD5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03E1246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F3E3CC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1AFD6A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11CA651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1C95D5F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B3E22B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59C5E8D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1881982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3EB7F90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2D92CA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091E0F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07708B0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39315F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3CBF617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50A711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CA2346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5C26A6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E79CB3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175BAD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4C8ED83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1F08F89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63681F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6423CB6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C3EE18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35E808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B74E93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4F23FC0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289A8E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620D35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1458D0B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E4C4FC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09D67D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1A4DE0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CE653E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0B2CFED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583A1E2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48A2BA8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25DA54B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3EFABA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5C98AC4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8155F9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1700976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0CBDB7D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5438AE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B339B4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35D9B05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B4ECBA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18E79B8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846B6E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BE3977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537222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2F26DFA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15FED0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815F99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E14147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361973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1F2A9C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567920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115AF25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910940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3C0AC95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4DC27A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CE9882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76194E9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43E9759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E51D1B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53E63BF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297ED8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97FB8E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3E5F2A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79ABDF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677A48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6EE734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4C94E2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69C7DC1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353924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81ECC6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4093C6B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003AF84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7154870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2CDD8D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E046D2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ADD0C3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1D2BAFD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006AF7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B863D9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37F505F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DF2E59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A5DC9C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7B13034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370A95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341DF2A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BF3E94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57485FF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0E96829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F1C97F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46FFF3D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43B6A8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671D56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68153BB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19FDCA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3CDFD27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719A387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474CBC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4FBB558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0CC347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15069E9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9FDDD8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B27FDA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83B9ED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24901B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5D35CA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6896AC6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761435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9620CF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71994DC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148CB0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0A1337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434136D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7E2070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533DDC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61CFCD0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BFA103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34CD31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7549F8E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1DFC6C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0D9DE7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7138661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1BB0E80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6CC1470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4DCDC6A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6A4A039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479011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212C8B0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4DE6F0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2457019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tggtggtaat</w:t>
      </w:r>
    </w:p>
    <w:p w14:paraId="38E4DCB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EF430A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8FC084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37D77FA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614962B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75DDF8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75502F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3600ED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3726BFD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6499DA7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7D5E044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1AD61E5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2356924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4B374B4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34F71D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39CFA59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E10732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81FD06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78AE2D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62D7A1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9B1CDB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052D23D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FC4EAD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3071032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7A91F37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C35D3F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4811FD0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7525D6C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47AC8DB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1C4A89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3083F11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50C5939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6BCE31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7601F1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1D96021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1ED9DC9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6EFFF8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602A5E6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475053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854E5D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5C0350E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0643DDA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749A1AF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570864E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78137AD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E5C2ED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17D086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44B92B2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0EB8F35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85C6D0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3CD0961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291BC32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91BA41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2472BAC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6075505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0F9916B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7F08576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7E0DA86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6D01D0F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9BB002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1600CED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380B509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251F85D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55DC8B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9EAF9B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067BA3E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04B790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7A6F16D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12CD699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6D589401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7A32D58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0B35D2D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AE64A4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5FBBC31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138C9A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3A9E277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605D322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25B1E1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C9F7E6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7DC1FC7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15FFCF3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11BCD38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140BF9D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2A7CD3D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11D6FEE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FFD8EB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D585E5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0229010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7A1880C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911C82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A37AFC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55EF63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4718EADB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21F6C0F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125531FA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696AF56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756138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4C377C47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07A79B0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43F2BF8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52AA2DB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65A82AC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7F7F078F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4751FA46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2EFB3D0D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7761EB9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02981830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1FE4A78E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21FCBC52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77D1561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4E01143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130302A5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75893C78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2CE1C134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6BBDBA3C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689E818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23DC5AC9" w14:textId="77777777" w:rsidR="00D258DA" w:rsidRPr="00D258DA" w:rsidRDefault="00D258DA" w:rsidP="00D258D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8D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0FC974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D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258DA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848341"/>
  <w15:chartTrackingRefBased/>
  <w15:docId w15:val="{2A1725A6-970B-0F4E-93FA-FB7488E8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7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37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277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10907</Words>
  <Characters>62173</Characters>
  <Application>Microsoft Office Word</Application>
  <DocSecurity>0</DocSecurity>
  <Lines>518</Lines>
  <Paragraphs>145</Paragraphs>
  <ScaleCrop>false</ScaleCrop>
  <Company/>
  <LinksUpToDate>false</LinksUpToDate>
  <CharactersWithSpaces>72935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2023-02-06T03:24:00Z</dcterms:created>
  <dcterms:modified xsi:type="dcterms:W3CDTF">2023-02-06T03:24:00Z</dcterms:modified>
</cp:coreProperties>
</file>